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15E9" w14:textId="77777777" w:rsidR="0098516D" w:rsidRDefault="0098516D"/>
    <w:tbl>
      <w:tblPr>
        <w:tblStyle w:val="TableGrid"/>
        <w:tblpPr w:leftFromText="180" w:rightFromText="180" w:vertAnchor="page" w:horzAnchor="margin" w:tblpY="541"/>
        <w:tblW w:w="10516" w:type="dxa"/>
        <w:tblLook w:val="04A0" w:firstRow="1" w:lastRow="0" w:firstColumn="1" w:lastColumn="0" w:noHBand="0" w:noVBand="1"/>
      </w:tblPr>
      <w:tblGrid>
        <w:gridCol w:w="5257"/>
        <w:gridCol w:w="5259"/>
      </w:tblGrid>
      <w:tr w:rsidR="0098516D" w14:paraId="12ABF95D" w14:textId="77777777" w:rsidTr="0098516D">
        <w:trPr>
          <w:trHeight w:val="7484"/>
        </w:trPr>
        <w:tc>
          <w:tcPr>
            <w:tcW w:w="5257" w:type="dxa"/>
          </w:tcPr>
          <w:p w14:paraId="591BE00E" w14:textId="2B682249" w:rsidR="0098516D" w:rsidRPr="00715987" w:rsidRDefault="0098516D" w:rsidP="00693A62">
            <w:pPr>
              <w:jc w:val="center"/>
              <w:rPr>
                <w:rFonts w:ascii="Century Gothic" w:hAnsi="Century Gothic" w:cs="Arial"/>
              </w:rPr>
            </w:pPr>
            <w:r>
              <w:rPr>
                <w:noProof/>
              </w:rPr>
              <w:drawing>
                <wp:inline distT="0" distB="0" distL="0" distR="0" wp14:anchorId="46E7FEF3" wp14:editId="4D2C77FC">
                  <wp:extent cx="1478693" cy="469152"/>
                  <wp:effectExtent l="0" t="0" r="7620" b="762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693" cy="469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3A62">
              <w:rPr>
                <w:noProof/>
              </w:rPr>
              <w:t xml:space="preserve">                      </w:t>
            </w:r>
            <w:r w:rsidR="006B504D">
              <w:rPr>
                <w:noProof/>
              </w:rPr>
              <w:drawing>
                <wp:inline distT="0" distB="0" distL="0" distR="0" wp14:anchorId="32456357" wp14:editId="7A5CECDD">
                  <wp:extent cx="786015" cy="449580"/>
                  <wp:effectExtent l="0" t="0" r="0" b="7620"/>
                  <wp:docPr id="1" name="Picture 1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321"/>
                          <a:stretch/>
                        </pic:blipFill>
                        <pic:spPr bwMode="auto">
                          <a:xfrm>
                            <a:off x="0" y="0"/>
                            <a:ext cx="798439" cy="456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B437D">
              <w:br/>
            </w:r>
            <w:r w:rsidR="00D30639" w:rsidRPr="00715987">
              <w:rPr>
                <w:rFonts w:ascii="Century Gothic" w:hAnsi="Century Gothic" w:cs="Arial"/>
              </w:rPr>
              <w:t xml:space="preserve">Living simply, </w:t>
            </w:r>
            <w:r w:rsidR="002A15E4" w:rsidRPr="00715987">
              <w:rPr>
                <w:rFonts w:ascii="Century Gothic" w:hAnsi="Century Gothic" w:cs="Arial"/>
              </w:rPr>
              <w:t xml:space="preserve">living </w:t>
            </w:r>
            <w:r w:rsidR="00D30639" w:rsidRPr="00715987">
              <w:rPr>
                <w:rFonts w:ascii="Century Gothic" w:hAnsi="Century Gothic" w:cs="Arial"/>
              </w:rPr>
              <w:t xml:space="preserve">sustainably &amp; </w:t>
            </w:r>
            <w:r w:rsidR="00280915" w:rsidRPr="00715987">
              <w:rPr>
                <w:rFonts w:ascii="Century Gothic" w:hAnsi="Century Gothic" w:cs="Arial"/>
              </w:rPr>
              <w:t xml:space="preserve">living </w:t>
            </w:r>
            <w:r w:rsidR="00D30639" w:rsidRPr="00715987">
              <w:rPr>
                <w:rFonts w:ascii="Century Gothic" w:hAnsi="Century Gothic" w:cs="Arial"/>
              </w:rPr>
              <w:t>in solidarity</w:t>
            </w:r>
            <w:r w:rsidR="00280915" w:rsidRPr="00715987">
              <w:rPr>
                <w:rFonts w:ascii="Century Gothic" w:hAnsi="Century Gothic" w:cs="Arial"/>
              </w:rPr>
              <w:t xml:space="preserve"> with the world’s poorest communities.</w:t>
            </w:r>
          </w:p>
          <w:p w14:paraId="561759E0" w14:textId="77777777" w:rsidR="006B504D" w:rsidRDefault="006B504D" w:rsidP="00693A62">
            <w:pPr>
              <w:jc w:val="center"/>
              <w:rPr>
                <w:rFonts w:ascii="Arial" w:hAnsi="Arial" w:cs="Arial"/>
              </w:rPr>
            </w:pPr>
          </w:p>
          <w:p w14:paraId="025F63C4" w14:textId="393222E7" w:rsidR="006B504D" w:rsidRPr="00D30639" w:rsidRDefault="006B504D" w:rsidP="0044438D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5259" w:type="dxa"/>
          </w:tcPr>
          <w:p w14:paraId="5BD843C0" w14:textId="7BBC2DE9" w:rsidR="00280915" w:rsidRDefault="00693A62" w:rsidP="0071598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E3C4FB" wp14:editId="30089991">
                  <wp:extent cx="1478693" cy="469152"/>
                  <wp:effectExtent l="0" t="0" r="7620" b="7620"/>
                  <wp:docPr id="1583097622" name="Picture 158309762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693" cy="469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 wp14:anchorId="54F814FC" wp14:editId="4C49E20F">
                  <wp:extent cx="786015" cy="449580"/>
                  <wp:effectExtent l="0" t="0" r="0" b="7620"/>
                  <wp:docPr id="1428932866" name="Picture 1428932866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321"/>
                          <a:stretch/>
                        </pic:blipFill>
                        <pic:spPr bwMode="auto">
                          <a:xfrm>
                            <a:off x="0" y="0"/>
                            <a:ext cx="798439" cy="456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715987" w:rsidRPr="00715987">
              <w:rPr>
                <w:rFonts w:ascii="Century Gothic" w:hAnsi="Century Gothic" w:cs="Arial"/>
              </w:rPr>
              <w:t xml:space="preserve"> </w:t>
            </w:r>
            <w:r w:rsidR="00715987" w:rsidRPr="00715987">
              <w:rPr>
                <w:rFonts w:ascii="Century Gothic" w:hAnsi="Century Gothic" w:cs="Arial"/>
              </w:rPr>
              <w:t>Living simply, living sustainably &amp; living in solidarity with the world’s poorest communities.</w:t>
            </w:r>
          </w:p>
        </w:tc>
      </w:tr>
      <w:tr w:rsidR="0098516D" w14:paraId="580FCE56" w14:textId="77777777" w:rsidTr="0098516D">
        <w:trPr>
          <w:trHeight w:val="7484"/>
        </w:trPr>
        <w:tc>
          <w:tcPr>
            <w:tcW w:w="5257" w:type="dxa"/>
          </w:tcPr>
          <w:p w14:paraId="6A7375ED" w14:textId="1E1F254F" w:rsidR="00693A62" w:rsidRDefault="00693A62" w:rsidP="00693A6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A9D808F" wp14:editId="1759DC2C">
                  <wp:extent cx="1478693" cy="469152"/>
                  <wp:effectExtent l="0" t="0" r="7620" b="7620"/>
                  <wp:docPr id="380769993" name="Picture 380769993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693" cy="469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 wp14:anchorId="6D603EE0" wp14:editId="20590EBD">
                  <wp:extent cx="786015" cy="449580"/>
                  <wp:effectExtent l="0" t="0" r="0" b="7620"/>
                  <wp:docPr id="437049161" name="Picture 437049161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321"/>
                          <a:stretch/>
                        </pic:blipFill>
                        <pic:spPr bwMode="auto">
                          <a:xfrm>
                            <a:off x="0" y="0"/>
                            <a:ext cx="798439" cy="456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715987" w:rsidRPr="00715987">
              <w:rPr>
                <w:rFonts w:ascii="Century Gothic" w:hAnsi="Century Gothic" w:cs="Arial"/>
              </w:rPr>
              <w:t xml:space="preserve"> </w:t>
            </w:r>
            <w:r w:rsidR="00715987" w:rsidRPr="00715987">
              <w:rPr>
                <w:rFonts w:ascii="Century Gothic" w:hAnsi="Century Gothic" w:cs="Arial"/>
              </w:rPr>
              <w:t>Living simply, living sustainably &amp; living in solidarity with the world’s poorest communities.</w:t>
            </w:r>
          </w:p>
          <w:p w14:paraId="6A7FF9C2" w14:textId="77777777" w:rsidR="00693A62" w:rsidRDefault="00693A62" w:rsidP="00693A62">
            <w:pPr>
              <w:jc w:val="center"/>
              <w:rPr>
                <w:rFonts w:ascii="Arial" w:hAnsi="Arial" w:cs="Arial"/>
              </w:rPr>
            </w:pPr>
          </w:p>
          <w:p w14:paraId="51BCF263" w14:textId="08CAE302" w:rsidR="00280915" w:rsidRDefault="00280915" w:rsidP="0098516D">
            <w:pPr>
              <w:jc w:val="center"/>
            </w:pPr>
          </w:p>
        </w:tc>
        <w:tc>
          <w:tcPr>
            <w:tcW w:w="5259" w:type="dxa"/>
          </w:tcPr>
          <w:p w14:paraId="7336252F" w14:textId="7188AE32" w:rsidR="00693A62" w:rsidRDefault="00693A62" w:rsidP="00693A6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4684674" wp14:editId="5F63B3B8">
                  <wp:extent cx="1478693" cy="469152"/>
                  <wp:effectExtent l="0" t="0" r="7620" b="7620"/>
                  <wp:docPr id="2070719888" name="Picture 2070719888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693" cy="469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 wp14:anchorId="0EF2831F" wp14:editId="089CF79C">
                  <wp:extent cx="786015" cy="449580"/>
                  <wp:effectExtent l="0" t="0" r="0" b="7620"/>
                  <wp:docPr id="495875233" name="Picture 495875233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321"/>
                          <a:stretch/>
                        </pic:blipFill>
                        <pic:spPr bwMode="auto">
                          <a:xfrm>
                            <a:off x="0" y="0"/>
                            <a:ext cx="798439" cy="456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715987" w:rsidRPr="00715987">
              <w:rPr>
                <w:rFonts w:ascii="Century Gothic" w:hAnsi="Century Gothic" w:cs="Arial"/>
              </w:rPr>
              <w:t xml:space="preserve"> </w:t>
            </w:r>
            <w:r w:rsidR="00715987" w:rsidRPr="00715987">
              <w:rPr>
                <w:rFonts w:ascii="Century Gothic" w:hAnsi="Century Gothic" w:cs="Arial"/>
              </w:rPr>
              <w:t>Living simply, living sustainably &amp; living in solidarity with the world’s poorest communities.</w:t>
            </w:r>
          </w:p>
          <w:p w14:paraId="7F3D796D" w14:textId="77777777" w:rsidR="00693A62" w:rsidRDefault="00693A62" w:rsidP="00693A62">
            <w:pPr>
              <w:jc w:val="center"/>
              <w:rPr>
                <w:rFonts w:ascii="Arial" w:hAnsi="Arial" w:cs="Arial"/>
              </w:rPr>
            </w:pPr>
          </w:p>
          <w:p w14:paraId="4A8E81A1" w14:textId="5A6BC374" w:rsidR="00280915" w:rsidRDefault="00280915" w:rsidP="0098516D">
            <w:pPr>
              <w:jc w:val="center"/>
            </w:pPr>
            <w:r w:rsidRPr="00280915">
              <w:rPr>
                <w:rFonts w:ascii="Arial" w:hAnsi="Arial" w:cs="Arial"/>
              </w:rPr>
              <w:t>.</w:t>
            </w:r>
          </w:p>
        </w:tc>
      </w:tr>
    </w:tbl>
    <w:p w14:paraId="716B92B4" w14:textId="77777777" w:rsidR="00C5776A" w:rsidRDefault="00C5776A" w:rsidP="0098516D">
      <w:r>
        <w:t xml:space="preserve">                    </w:t>
      </w:r>
      <w:r w:rsidR="00432472">
        <w:t xml:space="preserve">                      </w:t>
      </w:r>
      <w:r>
        <w:t xml:space="preserve">                                             </w:t>
      </w:r>
    </w:p>
    <w:sectPr w:rsidR="00C5776A" w:rsidSect="009D0FC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4D"/>
    <w:rsid w:val="00280915"/>
    <w:rsid w:val="00296FEB"/>
    <w:rsid w:val="002A15E4"/>
    <w:rsid w:val="003B451D"/>
    <w:rsid w:val="003E630F"/>
    <w:rsid w:val="00432472"/>
    <w:rsid w:val="0044438D"/>
    <w:rsid w:val="004B0622"/>
    <w:rsid w:val="004D060D"/>
    <w:rsid w:val="00693A62"/>
    <w:rsid w:val="006B504D"/>
    <w:rsid w:val="00715987"/>
    <w:rsid w:val="0098516D"/>
    <w:rsid w:val="009D0FCF"/>
    <w:rsid w:val="00C5776A"/>
    <w:rsid w:val="00CA4B18"/>
    <w:rsid w:val="00CC6467"/>
    <w:rsid w:val="00D30639"/>
    <w:rsid w:val="00D87685"/>
    <w:rsid w:val="00FB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3B638"/>
  <w15:chartTrackingRefBased/>
  <w15:docId w15:val="{7A2BE6B5-FD7C-4BE2-BCA0-54AE2449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6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arnell\OneDrive%20-%20CAFOD\Live%20Simply\Resources%20&amp;%20Animations\A4%20with%204%20sections%20-%20Live%20Simpl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 with 4 sections - Live Simply</Template>
  <TotalTime>11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Farnell</dc:creator>
  <cp:keywords/>
  <dc:description/>
  <cp:lastModifiedBy>Siobhan Farnell</cp:lastModifiedBy>
  <cp:revision>3</cp:revision>
  <dcterms:created xsi:type="dcterms:W3CDTF">2023-04-18T11:49:00Z</dcterms:created>
  <dcterms:modified xsi:type="dcterms:W3CDTF">2023-09-13T10:41:00Z</dcterms:modified>
</cp:coreProperties>
</file>